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CEC" w:rsidRDefault="00B86B57" w:rsidP="00BC1CEC">
      <w:pPr>
        <w:jc w:val="center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ANEXO 8</w:t>
      </w:r>
      <w:bookmarkStart w:id="0" w:name="_GoBack"/>
      <w:bookmarkEnd w:id="0"/>
    </w:p>
    <w:p w:rsidR="00BC1CEC" w:rsidRPr="00BC1CEC" w:rsidRDefault="00BC1CEC" w:rsidP="00BC1CEC">
      <w:pPr>
        <w:jc w:val="center"/>
        <w:rPr>
          <w:rFonts w:ascii="Century Gothic" w:hAnsi="Century Gothic"/>
          <w:b/>
          <w:sz w:val="20"/>
        </w:rPr>
      </w:pPr>
      <w:r w:rsidRPr="00BC1CEC">
        <w:rPr>
          <w:rFonts w:ascii="Century Gothic" w:hAnsi="Century Gothic"/>
          <w:b/>
          <w:sz w:val="20"/>
        </w:rPr>
        <w:t>COMPROMISO DE CUMPLIMIENTO</w:t>
      </w:r>
    </w:p>
    <w:p w:rsidR="00BC1CEC" w:rsidRPr="00BC1CEC" w:rsidRDefault="00BC1CEC" w:rsidP="00BC1CEC">
      <w:pPr>
        <w:jc w:val="center"/>
        <w:rPr>
          <w:rFonts w:ascii="Century Gothic" w:hAnsi="Century Gothic"/>
          <w:b/>
          <w:sz w:val="20"/>
        </w:rPr>
      </w:pPr>
      <w:r w:rsidRPr="00BC1CEC">
        <w:rPr>
          <w:rFonts w:ascii="Century Gothic" w:hAnsi="Century Gothic"/>
          <w:b/>
          <w:sz w:val="20"/>
        </w:rPr>
        <w:t xml:space="preserve"> ESPECIFICACIONES TECNICAS</w:t>
      </w:r>
    </w:p>
    <w:p w:rsidR="00BC1CEC" w:rsidRPr="00BC1CEC" w:rsidRDefault="00BC1CEC" w:rsidP="00BC1CEC">
      <w:pPr>
        <w:rPr>
          <w:rFonts w:ascii="Century Gothic" w:hAnsi="Century Gothic"/>
          <w:b/>
          <w:sz w:val="20"/>
        </w:rPr>
      </w:pPr>
      <w:r w:rsidRPr="00BC1CEC">
        <w:rPr>
          <w:rFonts w:ascii="Century Gothic" w:hAnsi="Century Gothic"/>
          <w:b/>
          <w:sz w:val="20"/>
        </w:rPr>
        <w:t xml:space="preserve"> </w:t>
      </w:r>
    </w:p>
    <w:p w:rsidR="00BC1CEC" w:rsidRP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  </w:t>
      </w:r>
    </w:p>
    <w:p w:rsidR="00BC1CEC" w:rsidRDefault="00BC1CEC" w:rsidP="00BC1CEC">
      <w:pPr>
        <w:rPr>
          <w:rFonts w:ascii="Century Gothic" w:hAnsi="Century Gothic"/>
          <w:sz w:val="20"/>
        </w:rPr>
      </w:pPr>
    </w:p>
    <w:p w:rsidR="00BC1CEC" w:rsidRP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Ciudad y fecha </w:t>
      </w:r>
    </w:p>
    <w:p w:rsidR="00BC1CEC" w:rsidRP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 </w:t>
      </w:r>
    </w:p>
    <w:p w:rsidR="00BC1CEC" w:rsidRP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 </w:t>
      </w:r>
    </w:p>
    <w:p w:rsidR="00BC1CEC" w:rsidRP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>Señores</w:t>
      </w:r>
    </w:p>
    <w:p w:rsid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>EMPRESA SOCIAL DEL ESTADO METROSALUD</w:t>
      </w:r>
    </w:p>
    <w:p w:rsidR="00BC1CEC" w:rsidRPr="00BC1CEC" w:rsidRDefault="00BC1CEC" w:rsidP="00BC1CEC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Medellín </w:t>
      </w:r>
      <w:r w:rsidRPr="00BC1CEC">
        <w:rPr>
          <w:rFonts w:ascii="Century Gothic" w:hAnsi="Century Gothic"/>
          <w:sz w:val="20"/>
        </w:rPr>
        <w:t xml:space="preserve">   </w:t>
      </w:r>
    </w:p>
    <w:p w:rsidR="00BC1CEC" w:rsidRP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 </w:t>
      </w:r>
    </w:p>
    <w:p w:rsidR="00BC1CEC" w:rsidRP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 </w:t>
      </w:r>
    </w:p>
    <w:p w:rsidR="00BC1CEC" w:rsidRP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 </w:t>
      </w:r>
    </w:p>
    <w:p w:rsidR="00BC1CEC" w:rsidRPr="00BC1CEC" w:rsidRDefault="00BC1CEC" w:rsidP="00BC1CEC">
      <w:pPr>
        <w:pStyle w:val="Sinespaciado"/>
        <w:tabs>
          <w:tab w:val="center" w:pos="4419"/>
          <w:tab w:val="right" w:pos="8838"/>
        </w:tabs>
        <w:spacing w:line="240" w:lineRule="atLeast"/>
        <w:jc w:val="both"/>
        <w:rPr>
          <w:rFonts w:ascii="Century Gothic" w:hAnsi="Century Gothic"/>
          <w:sz w:val="20"/>
          <w:lang w:val="es-CO"/>
        </w:rPr>
      </w:pPr>
      <w:r w:rsidRPr="00BC1CEC">
        <w:rPr>
          <w:rFonts w:ascii="Century Gothic" w:hAnsi="Century Gothic"/>
          <w:sz w:val="20"/>
        </w:rPr>
        <w:t>El suscrito ______________________________________, identificado con la C.C. __________ en nombre de ______________________________, de acuerdo con las reglas que se estipulan en los términos de referencia y demás documentos de la contratación del proceso número 30 de 2019, cuyo objeto es “</w:t>
      </w:r>
      <w:r w:rsidRPr="00BC1CEC">
        <w:rPr>
          <w:rFonts w:ascii="Century Gothic" w:hAnsi="Century Gothic"/>
          <w:sz w:val="20"/>
          <w:lang w:val="es-CO"/>
        </w:rPr>
        <w:t>Prestación de servicio de aseo, desinfección, limpieza, recolección de residuos hospitalarios y mantenimiento de todas las zonas del hospitales, centros de salud, sedes administrativas y apoyo a la ejecución de contratos interadministrativos, donde se requiere el servicio de la Empresa Social del Estado Metrosalud, de acuerdo con los requerimientos de la institución y los estándares de calidad, prestando el servicio en las sedes, áreas y horarios que se relaciona en el anexo</w:t>
      </w:r>
      <w:r w:rsidRPr="00BC1CEC">
        <w:rPr>
          <w:rFonts w:ascii="Century Gothic" w:hAnsi="Century Gothic"/>
          <w:b/>
          <w:sz w:val="20"/>
          <w:lang w:val="es-CO"/>
        </w:rPr>
        <w:t xml:space="preserve"> 5</w:t>
      </w:r>
      <w:r w:rsidRPr="00BC1CEC">
        <w:rPr>
          <w:rFonts w:ascii="Century Gothic" w:hAnsi="Century Gothic"/>
          <w:sz w:val="20"/>
        </w:rPr>
        <w:t xml:space="preserve">.”, me permito presentar compromiso de cumplimiento, así:  </w:t>
      </w:r>
    </w:p>
    <w:p w:rsidR="00BC1CEC" w:rsidRP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 </w:t>
      </w:r>
    </w:p>
    <w:p w:rsidR="00BC1CEC" w:rsidRPr="00BC1CEC" w:rsidRDefault="00BC1CEC" w:rsidP="00BC1CEC">
      <w:pPr>
        <w:pStyle w:val="Sinespaciado"/>
        <w:tabs>
          <w:tab w:val="center" w:pos="4419"/>
          <w:tab w:val="right" w:pos="8838"/>
        </w:tabs>
        <w:spacing w:line="240" w:lineRule="atLeast"/>
        <w:jc w:val="both"/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En caso de que me sea adjudicado el proceso de selección, me comprometo cumplir en la totalidad lo estipulado en ESPECIFICACIONES </w:t>
      </w:r>
      <w:r>
        <w:rPr>
          <w:rFonts w:ascii="Century Gothic" w:hAnsi="Century Gothic"/>
          <w:sz w:val="20"/>
        </w:rPr>
        <w:t>TECNICAS</w:t>
      </w:r>
      <w:r w:rsidRPr="00BC1CEC">
        <w:rPr>
          <w:rFonts w:ascii="Century Gothic" w:hAnsi="Century Gothic"/>
          <w:sz w:val="20"/>
        </w:rPr>
        <w:t xml:space="preserve">  de</w:t>
      </w:r>
      <w:r>
        <w:rPr>
          <w:rFonts w:ascii="Century Gothic" w:hAnsi="Century Gothic"/>
          <w:sz w:val="20"/>
        </w:rPr>
        <w:t xml:space="preserve"> </w:t>
      </w:r>
      <w:r w:rsidRPr="00BC1CEC">
        <w:rPr>
          <w:rFonts w:ascii="Century Gothic" w:hAnsi="Century Gothic"/>
          <w:sz w:val="20"/>
        </w:rPr>
        <w:t>l</w:t>
      </w:r>
      <w:r>
        <w:rPr>
          <w:rFonts w:ascii="Century Gothic" w:hAnsi="Century Gothic"/>
          <w:sz w:val="20"/>
        </w:rPr>
        <w:t xml:space="preserve">os Términos de referencia </w:t>
      </w:r>
      <w:r w:rsidRPr="00BC1CEC">
        <w:rPr>
          <w:rFonts w:ascii="Century Gothic" w:hAnsi="Century Gothic"/>
          <w:sz w:val="20"/>
        </w:rPr>
        <w:t xml:space="preserve"> </w:t>
      </w:r>
    </w:p>
    <w:p w:rsid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 </w:t>
      </w:r>
    </w:p>
    <w:p w:rsidR="00BC1CEC" w:rsidRDefault="00BC1CEC" w:rsidP="00BC1CEC">
      <w:pPr>
        <w:rPr>
          <w:rFonts w:ascii="Century Gothic" w:hAnsi="Century Gothic"/>
          <w:sz w:val="20"/>
        </w:rPr>
      </w:pPr>
    </w:p>
    <w:p w:rsidR="00BC1CEC" w:rsidRDefault="00BC1CEC" w:rsidP="00BC1CEC">
      <w:pPr>
        <w:rPr>
          <w:rFonts w:ascii="Century Gothic" w:hAnsi="Century Gothic"/>
          <w:sz w:val="20"/>
        </w:rPr>
      </w:pPr>
    </w:p>
    <w:p w:rsidR="00BC1CEC" w:rsidRDefault="00BC1CEC" w:rsidP="00BC1CEC">
      <w:pPr>
        <w:rPr>
          <w:rFonts w:ascii="Century Gothic" w:hAnsi="Century Gothic"/>
          <w:sz w:val="20"/>
        </w:rPr>
      </w:pPr>
    </w:p>
    <w:p w:rsidR="00BC1CEC" w:rsidRPr="00BC1CEC" w:rsidRDefault="00BC1CEC" w:rsidP="00BC1CEC">
      <w:pPr>
        <w:rPr>
          <w:rFonts w:ascii="Century Gothic" w:hAnsi="Century Gothic"/>
          <w:sz w:val="20"/>
        </w:rPr>
      </w:pPr>
    </w:p>
    <w:p w:rsid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Proponente: _____________________________________ </w:t>
      </w:r>
    </w:p>
    <w:p w:rsidR="00BC1CEC" w:rsidRDefault="00BC1CEC" w:rsidP="00BC1CEC">
      <w:pPr>
        <w:rPr>
          <w:rFonts w:ascii="Century Gothic" w:hAnsi="Century Gothic"/>
          <w:sz w:val="20"/>
        </w:rPr>
      </w:pPr>
      <w:proofErr w:type="spellStart"/>
      <w:r w:rsidRPr="00BC1CEC">
        <w:rPr>
          <w:rFonts w:ascii="Century Gothic" w:hAnsi="Century Gothic"/>
          <w:sz w:val="20"/>
        </w:rPr>
        <w:t>Nit</w:t>
      </w:r>
      <w:proofErr w:type="spellEnd"/>
      <w:r w:rsidRPr="00BC1CEC">
        <w:rPr>
          <w:rFonts w:ascii="Century Gothic" w:hAnsi="Century Gothic"/>
          <w:sz w:val="20"/>
        </w:rPr>
        <w:t xml:space="preserve">: __________________ </w:t>
      </w:r>
    </w:p>
    <w:p w:rsidR="00BC1CEC" w:rsidRDefault="00BC1CEC" w:rsidP="00BC1CEC">
      <w:pPr>
        <w:ind w:left="0" w:firstLine="0"/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Correo electrónico: _________________________________________________________ </w:t>
      </w:r>
    </w:p>
    <w:p w:rsid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>Dirección: ____________________</w:t>
      </w:r>
    </w:p>
    <w:p w:rsid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>Teléfono: ____________</w:t>
      </w:r>
    </w:p>
    <w:p w:rsid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>Nombre Representante legal del proponente: _______</w:t>
      </w:r>
      <w:r>
        <w:rPr>
          <w:rFonts w:ascii="Century Gothic" w:hAnsi="Century Gothic"/>
          <w:sz w:val="20"/>
        </w:rPr>
        <w:t>_______________________________</w:t>
      </w:r>
    </w:p>
    <w:p w:rsid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Documento de identificación: ___________________________________________________ </w:t>
      </w:r>
    </w:p>
    <w:p w:rsidR="00BC1CEC" w:rsidRDefault="00BC1CEC" w:rsidP="00BC1CEC">
      <w:pPr>
        <w:rPr>
          <w:rFonts w:ascii="Century Gothic" w:hAnsi="Century Gothic"/>
          <w:sz w:val="20"/>
        </w:rPr>
      </w:pPr>
      <w:r w:rsidRPr="00BC1CEC">
        <w:rPr>
          <w:rFonts w:ascii="Century Gothic" w:hAnsi="Century Gothic"/>
          <w:sz w:val="20"/>
        </w:rPr>
        <w:t xml:space="preserve">Firma del Representante legal: __________________________________________________ </w:t>
      </w:r>
    </w:p>
    <w:p w:rsidR="00F537AF" w:rsidRPr="00BC1CEC" w:rsidRDefault="00F537AF">
      <w:pPr>
        <w:rPr>
          <w:rFonts w:ascii="Century Gothic" w:hAnsi="Century Gothic"/>
          <w:sz w:val="20"/>
        </w:rPr>
      </w:pPr>
    </w:p>
    <w:sectPr w:rsidR="00F537AF" w:rsidRPr="00BC1C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EC"/>
    <w:rsid w:val="001B1259"/>
    <w:rsid w:val="00B86B57"/>
    <w:rsid w:val="00BC1CEC"/>
    <w:rsid w:val="00F5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9FF3D-373A-4678-803E-D9726439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BC1CEC"/>
    <w:pPr>
      <w:ind w:left="0" w:firstLine="0"/>
      <w:jc w:val="left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BC1CEC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YURANI MONTOYA ARREDONDO</dc:creator>
  <cp:keywords/>
  <dc:description/>
  <cp:lastModifiedBy>LINA YURANI MONTOYA ARREDONDO</cp:lastModifiedBy>
  <cp:revision>3</cp:revision>
  <dcterms:created xsi:type="dcterms:W3CDTF">2019-12-06T15:00:00Z</dcterms:created>
  <dcterms:modified xsi:type="dcterms:W3CDTF">2020-08-03T17:50:00Z</dcterms:modified>
</cp:coreProperties>
</file>